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5E1" w:rsidRDefault="00C165E1">
      <w:r>
        <w:t>Christine Moore</w:t>
      </w:r>
    </w:p>
    <w:p w:rsidR="00FC7A8A" w:rsidRDefault="00C165E1">
      <w:r>
        <w:t xml:space="preserve">Lesson Plan for the novel Black &amp; White written by Larry Dane Brimner </w:t>
      </w:r>
    </w:p>
    <w:p w:rsidR="002D4397" w:rsidRDefault="002D4397"/>
    <w:p w:rsidR="002D4397" w:rsidRDefault="002D4397">
      <w:r>
        <w:t>The plan is written for middle school age to high school students. It can be adapted to the lower grades, but caution should be taken as the novel itself is quite graphic.</w:t>
      </w:r>
      <w:r w:rsidR="001C34F2">
        <w:t xml:space="preserve">  </w:t>
      </w:r>
    </w:p>
    <w:p w:rsidR="002D4BFB" w:rsidRDefault="002D4BFB"/>
    <w:p w:rsidR="00FC7744" w:rsidRDefault="002D4BFB">
      <w:r>
        <w:t xml:space="preserve">Objective: To give students the opportunity to learn about the civil rights movement while introducing </w:t>
      </w:r>
      <w:r w:rsidR="007F5CE3">
        <w:t>the</w:t>
      </w:r>
      <w:r w:rsidR="00FC7744">
        <w:t>m</w:t>
      </w:r>
      <w:r>
        <w:t xml:space="preserve"> to</w:t>
      </w:r>
      <w:r w:rsidR="00FC7744">
        <w:t xml:space="preserve"> two strong and opposing personalities, </w:t>
      </w:r>
      <w:r>
        <w:t xml:space="preserve"> </w:t>
      </w:r>
      <w:r w:rsidR="007F5CE3">
        <w:t>Reverend</w:t>
      </w:r>
      <w:r w:rsidR="00127D6B">
        <w:t xml:space="preserve"> Fred Shuttlesworth </w:t>
      </w:r>
      <w:r w:rsidR="007F5CE3">
        <w:t xml:space="preserve"> </w:t>
      </w:r>
      <w:r w:rsidR="00127D6B">
        <w:t>and</w:t>
      </w:r>
      <w:r w:rsidR="007F5CE3">
        <w:t xml:space="preserve"> </w:t>
      </w:r>
      <w:r w:rsidR="00FC7744">
        <w:t>Theophilus Eugene “</w:t>
      </w:r>
      <w:r w:rsidR="007F5CE3">
        <w:t>B</w:t>
      </w:r>
      <w:r w:rsidR="00FC7744">
        <w:t xml:space="preserve">ull” Connor. </w:t>
      </w:r>
      <w:r w:rsidR="00BE7F25">
        <w:t xml:space="preserve">Also, </w:t>
      </w:r>
      <w:r w:rsidR="00BE7F25" w:rsidRPr="00BE7F25">
        <w:t>the students</w:t>
      </w:r>
      <w:r w:rsidR="00BE7F25">
        <w:t xml:space="preserve">’ </w:t>
      </w:r>
      <w:r w:rsidR="00881A2A">
        <w:t xml:space="preserve">will </w:t>
      </w:r>
      <w:r w:rsidR="00881A2A" w:rsidRPr="00BE7F25">
        <w:t>identify</w:t>
      </w:r>
      <w:r w:rsidR="00BE7F25" w:rsidRPr="00BE7F25">
        <w:t xml:space="preserve"> character traits of the Reverend and Bull and transfer the skill of identifying personality traits to </w:t>
      </w:r>
      <w:r w:rsidR="00D82282" w:rsidRPr="00BE7F25">
        <w:t>them</w:t>
      </w:r>
      <w:r w:rsidR="00BE7F25">
        <w:t>.</w:t>
      </w:r>
    </w:p>
    <w:p w:rsidR="002D4BFB" w:rsidRDefault="00FC7744">
      <w:r>
        <w:t xml:space="preserve">Materials: Enough copies of the novel Black and White for students to work in pairs. Also, enough copies of </w:t>
      </w:r>
      <w:proofErr w:type="gramStart"/>
      <w:r>
        <w:t xml:space="preserve">the </w:t>
      </w:r>
      <w:r w:rsidR="00FA54CF">
        <w:t>I</w:t>
      </w:r>
      <w:proofErr w:type="gramEnd"/>
      <w:r w:rsidR="00FA54CF">
        <w:t xml:space="preserve"> am </w:t>
      </w:r>
      <w:r>
        <w:t>template to write a</w:t>
      </w:r>
      <w:r w:rsidR="00FA54CF">
        <w:t xml:space="preserve"> poem.</w:t>
      </w:r>
      <w:r>
        <w:t xml:space="preserve"> </w:t>
      </w:r>
    </w:p>
    <w:p w:rsidR="00BE7F25" w:rsidRDefault="00FC7744">
      <w:r>
        <w:t xml:space="preserve">Procedure: </w:t>
      </w:r>
      <w:r w:rsidR="009C1E31">
        <w:t xml:space="preserve">Introduce the </w:t>
      </w:r>
      <w:r w:rsidR="00BE7F25">
        <w:t xml:space="preserve">students </w:t>
      </w:r>
      <w:r w:rsidR="009C1E31">
        <w:t>to Wendell Berry’s quote</w:t>
      </w:r>
      <w:r w:rsidR="00BE7F25">
        <w:t>, “</w:t>
      </w:r>
      <w:r w:rsidR="009C1E31">
        <w:t>I</w:t>
      </w:r>
      <w:r w:rsidR="00C91095">
        <w:t>f</w:t>
      </w:r>
      <w:r w:rsidR="00BE7F25">
        <w:t xml:space="preserve"> you don’t know where you are from, you’ll have a hard time saying where you are going.” </w:t>
      </w:r>
      <w:r w:rsidR="00C91095">
        <w:t xml:space="preserve">  </w:t>
      </w:r>
      <w:r w:rsidR="009C1E31">
        <w:t>Have them brainstorm about the importance of understanding one</w:t>
      </w:r>
      <w:r w:rsidR="00FA54CF">
        <w:t>’</w:t>
      </w:r>
      <w:r w:rsidR="009C1E31">
        <w:t xml:space="preserve">s roots </w:t>
      </w:r>
      <w:r w:rsidR="00FA54CF">
        <w:t xml:space="preserve">in order </w:t>
      </w:r>
      <w:r w:rsidR="009C1E31">
        <w:t>to know their place in the world.</w:t>
      </w:r>
      <w:r w:rsidR="00C91095">
        <w:t xml:space="preserve"> Then, i</w:t>
      </w:r>
      <w:r w:rsidR="00C91095">
        <w:t xml:space="preserve">ntroduce them to </w:t>
      </w:r>
      <w:r w:rsidR="00C91095">
        <w:t>the I</w:t>
      </w:r>
      <w:r w:rsidR="00C91095">
        <w:t xml:space="preserve"> Am poem </w:t>
      </w:r>
      <w:r w:rsidR="00C91095">
        <w:t>and read</w:t>
      </w:r>
      <w:r w:rsidR="00C91095">
        <w:t xml:space="preserve"> the sample</w:t>
      </w:r>
      <w:r w:rsidR="00C91095">
        <w:t xml:space="preserve"> aloud</w:t>
      </w:r>
      <w:r w:rsidR="00C91095">
        <w:t xml:space="preserve">. </w:t>
      </w:r>
      <w:r w:rsidR="009C1E31">
        <w:t xml:space="preserve"> </w:t>
      </w:r>
      <w:r>
        <w:t xml:space="preserve">Assign students into groups of two. They will take turns scanning the book and reading some of the captions under the pictures to get an idea of what character traits can be attributed to Reverend Shuttlesworth and Bull Connor. </w:t>
      </w:r>
      <w:r w:rsidR="00BE7F25">
        <w:t xml:space="preserve">After giving the students the opportunity to discover the character traits of the two main people in Black &amp; </w:t>
      </w:r>
      <w:r w:rsidR="009C1E31">
        <w:t>W</w:t>
      </w:r>
      <w:r w:rsidR="00BE7F25">
        <w:t xml:space="preserve">hite pass out the Template for an I am </w:t>
      </w:r>
      <w:r w:rsidR="00C91095">
        <w:t>p</w:t>
      </w:r>
      <w:bookmarkStart w:id="0" w:name="_GoBack"/>
      <w:bookmarkEnd w:id="0"/>
      <w:r w:rsidR="00BE7F25">
        <w:t>oem. Have the students follow the directions to create one of their own.</w:t>
      </w:r>
    </w:p>
    <w:p w:rsidR="00BE7F25" w:rsidRDefault="00BE7F25">
      <w:r>
        <w:t xml:space="preserve">Assessment: Students will complete a character sketch of </w:t>
      </w:r>
      <w:r w:rsidR="000729AD">
        <w:t>themselves</w:t>
      </w:r>
      <w:r w:rsidR="009C1E31">
        <w:t xml:space="preserve"> using </w:t>
      </w:r>
      <w:r w:rsidR="000729AD">
        <w:t>s</w:t>
      </w:r>
      <w:r w:rsidR="009C1E31">
        <w:t>kill</w:t>
      </w:r>
      <w:r w:rsidR="000729AD">
        <w:t>s</w:t>
      </w:r>
      <w:r w:rsidR="009C1E31">
        <w:t xml:space="preserve"> learned </w:t>
      </w:r>
      <w:r w:rsidR="000729AD">
        <w:t>from the lesson and create an I am poem to be shared with the class.</w:t>
      </w:r>
    </w:p>
    <w:sectPr w:rsidR="00BE7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5E1"/>
    <w:rsid w:val="000729AD"/>
    <w:rsid w:val="00127D6B"/>
    <w:rsid w:val="001C34F2"/>
    <w:rsid w:val="002A0C17"/>
    <w:rsid w:val="002D4397"/>
    <w:rsid w:val="002D4BFB"/>
    <w:rsid w:val="007F5CE3"/>
    <w:rsid w:val="00881A2A"/>
    <w:rsid w:val="009C1E31"/>
    <w:rsid w:val="00AE53D8"/>
    <w:rsid w:val="00BE7F25"/>
    <w:rsid w:val="00C165E1"/>
    <w:rsid w:val="00C91095"/>
    <w:rsid w:val="00D82282"/>
    <w:rsid w:val="00FA54CF"/>
    <w:rsid w:val="00FC7744"/>
    <w:rsid w:val="00FC7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E8AC8-3564-49BF-8749-E353C4F92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1AD4A909</Template>
  <TotalTime>17</TotalTime>
  <Pages>1</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Moore</dc:creator>
  <cp:lastModifiedBy>Christine Moore</cp:lastModifiedBy>
  <cp:revision>3</cp:revision>
  <dcterms:created xsi:type="dcterms:W3CDTF">2013-04-26T14:12:00Z</dcterms:created>
  <dcterms:modified xsi:type="dcterms:W3CDTF">2013-04-26T14:33:00Z</dcterms:modified>
</cp:coreProperties>
</file>